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55B2F" w14:textId="77777777" w:rsidR="0001149E" w:rsidRPr="0001149E" w:rsidRDefault="0001149E" w:rsidP="00114B60">
      <w:pPr>
        <w:jc w:val="right"/>
      </w:pPr>
      <w:r w:rsidRPr="0001149E">
        <w:t>Britta Novotny</w:t>
      </w:r>
    </w:p>
    <w:p w14:paraId="1607BF04" w14:textId="77777777" w:rsidR="0001149E" w:rsidRPr="0001149E" w:rsidRDefault="0001149E" w:rsidP="0001149E">
      <w:pPr>
        <w:jc w:val="right"/>
      </w:pPr>
      <w:r w:rsidRPr="0001149E">
        <w:t>Schönbuchweg 38</w:t>
      </w:r>
    </w:p>
    <w:p w14:paraId="4237C4FC" w14:textId="77777777" w:rsidR="0001149E" w:rsidRPr="0001149E" w:rsidRDefault="0001149E" w:rsidP="0001149E">
      <w:pPr>
        <w:jc w:val="right"/>
      </w:pPr>
      <w:r w:rsidRPr="0001149E">
        <w:t>70563 Stuttgart</w:t>
      </w:r>
    </w:p>
    <w:p w14:paraId="708CCACA" w14:textId="248EC357" w:rsidR="0001149E" w:rsidRPr="0001149E" w:rsidRDefault="0001149E" w:rsidP="0001149E">
      <w:pPr>
        <w:jc w:val="right"/>
      </w:pPr>
      <w:r w:rsidRPr="0001149E">
        <w:t>Tel.: 0</w:t>
      </w:r>
      <w:r>
        <w:t>17</w:t>
      </w:r>
      <w:r w:rsidRPr="0001149E">
        <w:t>1 77665544</w:t>
      </w:r>
    </w:p>
    <w:p w14:paraId="644CA004" w14:textId="77777777" w:rsidR="0001149E" w:rsidRPr="0001149E" w:rsidRDefault="0001149E" w:rsidP="0001149E">
      <w:pPr>
        <w:jc w:val="right"/>
        <w:rPr>
          <w:lang w:val="it-IT"/>
        </w:rPr>
      </w:pPr>
      <w:r w:rsidRPr="0001149E">
        <w:rPr>
          <w:lang w:val="it-IT"/>
        </w:rPr>
        <w:t>E-Mail: b.novotny@laendle-web.de</w:t>
      </w:r>
    </w:p>
    <w:p w14:paraId="02A10A8B" w14:textId="77777777" w:rsidR="00114B60" w:rsidRDefault="00114B60" w:rsidP="0001149E"/>
    <w:p w14:paraId="144139D7" w14:textId="77777777" w:rsidR="00357BB1" w:rsidRPr="0001149E" w:rsidRDefault="00357BB1" w:rsidP="0001149E"/>
    <w:p w14:paraId="22E5D86F" w14:textId="77777777" w:rsidR="0001149E" w:rsidRPr="0001149E" w:rsidRDefault="0001149E" w:rsidP="0001149E"/>
    <w:p w14:paraId="66ACE0D4" w14:textId="77777777" w:rsidR="0001149E" w:rsidRPr="0001149E" w:rsidRDefault="0001149E" w:rsidP="0001149E">
      <w:proofErr w:type="spellStart"/>
      <w:r w:rsidRPr="0001149E">
        <w:t>Dekamaxx</w:t>
      </w:r>
      <w:proofErr w:type="spellEnd"/>
      <w:r w:rsidRPr="0001149E">
        <w:t xml:space="preserve"> Labortechnik AG</w:t>
      </w:r>
    </w:p>
    <w:p w14:paraId="113A224D" w14:textId="5E51A69B" w:rsidR="0001149E" w:rsidRPr="0001149E" w:rsidRDefault="0001149E" w:rsidP="0001149E">
      <w:r w:rsidRPr="0001149E">
        <w:t xml:space="preserve">Herrn </w:t>
      </w:r>
      <w:r>
        <w:t>Samuel</w:t>
      </w:r>
      <w:r w:rsidRPr="0001149E">
        <w:t xml:space="preserve"> Neubert</w:t>
      </w:r>
    </w:p>
    <w:p w14:paraId="7E428C0E" w14:textId="77777777" w:rsidR="0001149E" w:rsidRPr="0001149E" w:rsidRDefault="0001149E" w:rsidP="0001149E">
      <w:r w:rsidRPr="0001149E">
        <w:t>Am Feldrain 26</w:t>
      </w:r>
    </w:p>
    <w:p w14:paraId="5A03FC1B" w14:textId="77777777" w:rsidR="0001149E" w:rsidRPr="0001149E" w:rsidRDefault="0001149E" w:rsidP="0001149E">
      <w:r w:rsidRPr="0001149E">
        <w:t>72766 Reutlingen</w:t>
      </w:r>
    </w:p>
    <w:p w14:paraId="65EB7DEF" w14:textId="77777777" w:rsidR="0001149E" w:rsidRPr="0001149E" w:rsidRDefault="0001149E" w:rsidP="0001149E"/>
    <w:p w14:paraId="164B29C5" w14:textId="77777777" w:rsidR="0001149E" w:rsidRPr="0001149E" w:rsidRDefault="0001149E" w:rsidP="0001149E"/>
    <w:p w14:paraId="5C8E2C47" w14:textId="1E7041E2" w:rsidR="0001149E" w:rsidRPr="0001149E" w:rsidRDefault="0001149E" w:rsidP="0001149E">
      <w:pPr>
        <w:jc w:val="right"/>
      </w:pPr>
      <w:r w:rsidRPr="0001149E">
        <w:t>Stuttgart, 25.11.201</w:t>
      </w:r>
      <w:r>
        <w:t>6</w:t>
      </w:r>
    </w:p>
    <w:p w14:paraId="55458518" w14:textId="77777777" w:rsidR="0001149E" w:rsidRPr="0001149E" w:rsidRDefault="0001149E" w:rsidP="0001149E"/>
    <w:p w14:paraId="670FD9BC" w14:textId="77777777" w:rsidR="0001149E" w:rsidRPr="0001149E" w:rsidRDefault="0001149E" w:rsidP="0001149E"/>
    <w:p w14:paraId="6620F057" w14:textId="2DBBA703" w:rsidR="0001149E" w:rsidRPr="0001149E" w:rsidRDefault="0001149E" w:rsidP="0001149E">
      <w:pPr>
        <w:rPr>
          <w:b/>
        </w:rPr>
      </w:pPr>
      <w:r w:rsidRPr="0001149E">
        <w:rPr>
          <w:b/>
        </w:rPr>
        <w:t>Initiativbew</w:t>
      </w:r>
      <w:r>
        <w:rPr>
          <w:b/>
        </w:rPr>
        <w:t>erbung als Trainee im Marketing</w:t>
      </w:r>
      <w:r w:rsidRPr="0001149E">
        <w:rPr>
          <w:b/>
        </w:rPr>
        <w:br/>
        <w:t>in Anlehnung an die ausgeschriebene Stelle auf Ihrer Website</w:t>
      </w:r>
    </w:p>
    <w:p w14:paraId="18B11ACA" w14:textId="77777777" w:rsidR="0001149E" w:rsidRPr="0001149E" w:rsidRDefault="0001149E" w:rsidP="0001149E"/>
    <w:p w14:paraId="5D5D8169" w14:textId="77777777" w:rsidR="0001149E" w:rsidRPr="0001149E" w:rsidRDefault="0001149E" w:rsidP="0001149E"/>
    <w:p w14:paraId="673A84AA" w14:textId="77777777" w:rsidR="0001149E" w:rsidRPr="0001149E" w:rsidRDefault="0001149E" w:rsidP="0001149E">
      <w:r w:rsidRPr="0001149E">
        <w:t>Sehr geehrter Herr Neubert,</w:t>
      </w:r>
    </w:p>
    <w:p w14:paraId="4B0060B3" w14:textId="77777777" w:rsidR="0001149E" w:rsidRPr="0001149E" w:rsidRDefault="0001149E" w:rsidP="0001149E">
      <w:pPr>
        <w:rPr>
          <w:sz w:val="14"/>
          <w:szCs w:val="14"/>
        </w:rPr>
      </w:pPr>
    </w:p>
    <w:p w14:paraId="688A7EED" w14:textId="3A6D8821" w:rsidR="0001149E" w:rsidRPr="0001149E" w:rsidRDefault="0001149E" w:rsidP="0001149E">
      <w:r w:rsidRPr="0001149E">
        <w:t xml:space="preserve">mit Interesse habe ich Ihre Stellenanzeige </w:t>
      </w:r>
      <w:r>
        <w:t xml:space="preserve">vom 12.11.2016 </w:t>
      </w:r>
      <w:r w:rsidRPr="0001149E">
        <w:t xml:space="preserve">auf Ihrer Website gelesen. Sie suchen einen erfahrenen Mitarbeiter im Bereich Marketing und Sales-Administration. Zwar habe ich in diesem Bereich </w:t>
      </w:r>
      <w:r w:rsidR="00357BB1">
        <w:t>nicht allzu viel</w:t>
      </w:r>
      <w:r w:rsidRPr="0001149E">
        <w:t xml:space="preserve"> Erfahrung, dennoch bewerbe ich mich bei Ihnen als Trainee in Anlehnung an die Stelle, die Sie ausschreiben.</w:t>
      </w:r>
    </w:p>
    <w:p w14:paraId="24344A60" w14:textId="77777777" w:rsidR="0001149E" w:rsidRPr="0001149E" w:rsidRDefault="0001149E" w:rsidP="0001149E">
      <w:pPr>
        <w:rPr>
          <w:sz w:val="14"/>
          <w:szCs w:val="14"/>
        </w:rPr>
      </w:pPr>
    </w:p>
    <w:p w14:paraId="05161D85" w14:textId="5DB56AAE" w:rsidR="0001149E" w:rsidRPr="0001149E" w:rsidRDefault="0001149E" w:rsidP="0001149E">
      <w:r w:rsidRPr="0001149E">
        <w:t xml:space="preserve">Ich bin 28 Jahre alt und habe gerade mein Studium der Anglistik und Geografie abgeschlossen. Meine Stärken sind Kommunikation und Organisation. Seit Anfang meines Studiums hege ich den Berufswunsch, Messeauftritte, Seminare und Verkaufstrainings zu organisieren. Daneben traue ich mir zu, gutes Schulungs- und Prospektmaterial sowie verkaufsstarke Werbebriefe zu entwerfen. Können Sie sich vorstellen, mich als Trainee einzustellen? </w:t>
      </w:r>
    </w:p>
    <w:p w14:paraId="3C772639" w14:textId="77777777" w:rsidR="0001149E" w:rsidRPr="0001149E" w:rsidRDefault="0001149E" w:rsidP="0001149E">
      <w:pPr>
        <w:rPr>
          <w:sz w:val="14"/>
          <w:szCs w:val="14"/>
        </w:rPr>
      </w:pPr>
    </w:p>
    <w:p w14:paraId="4202274F" w14:textId="49BA22DC" w:rsidR="0001149E" w:rsidRPr="0001149E" w:rsidRDefault="0001149E" w:rsidP="0001149E">
      <w:r w:rsidRPr="0001149E">
        <w:t>Mit meiner praktischen Art, Organisatorisches zu bewäl</w:t>
      </w:r>
      <w:r w:rsidR="00357BB1">
        <w:t>tigen (ich habe in den Semester</w:t>
      </w:r>
      <w:r w:rsidRPr="0001149E">
        <w:t xml:space="preserve">ferien immer wieder als Sekretärin bei der Messe Stuttgart gejobbt) und zu verkaufen (ich habe auch im Einzelhandel gearbeitet), kann ich gleich vom ersten Tag an eine wertvolle Mitarbeiterin für Sie sein. </w:t>
      </w:r>
    </w:p>
    <w:p w14:paraId="67AAC9EE" w14:textId="77777777" w:rsidR="0001149E" w:rsidRPr="0001149E" w:rsidRDefault="0001149E" w:rsidP="0001149E">
      <w:pPr>
        <w:rPr>
          <w:sz w:val="14"/>
          <w:szCs w:val="14"/>
        </w:rPr>
      </w:pPr>
    </w:p>
    <w:p w14:paraId="1E118D33" w14:textId="04D836B4" w:rsidR="0001149E" w:rsidRPr="0001149E" w:rsidRDefault="0001149E" w:rsidP="0001149E">
      <w:r w:rsidRPr="0001149E">
        <w:t xml:space="preserve">Ich bin sicher: Alles, was man über diese Kenntnisse und Fähigkeiten hinaus über Marketing </w:t>
      </w:r>
      <w:r w:rsidR="00114B60">
        <w:br/>
      </w:r>
      <w:r w:rsidRPr="0001149E">
        <w:t xml:space="preserve">wissen muss, kann ich mir </w:t>
      </w:r>
      <w:r w:rsidR="00357BB1">
        <w:t xml:space="preserve">schnell </w:t>
      </w:r>
      <w:r w:rsidRPr="0001149E">
        <w:t>aneignen. Über eine Einladung zum persönlichen Gespräch freue ich mich sehr.</w:t>
      </w:r>
    </w:p>
    <w:p w14:paraId="226299EC" w14:textId="77777777" w:rsidR="0001149E" w:rsidRPr="0001149E" w:rsidRDefault="0001149E" w:rsidP="0001149E">
      <w:pPr>
        <w:rPr>
          <w:sz w:val="14"/>
          <w:szCs w:val="14"/>
        </w:rPr>
      </w:pPr>
    </w:p>
    <w:p w14:paraId="3BB7B5A5" w14:textId="77777777" w:rsidR="0001149E" w:rsidRDefault="0001149E" w:rsidP="0001149E">
      <w:r w:rsidRPr="0001149E">
        <w:t>Freundliche Grüße aus Stuttgart</w:t>
      </w:r>
    </w:p>
    <w:p w14:paraId="75B756A1" w14:textId="77777777" w:rsidR="00357BB1" w:rsidRPr="0001149E" w:rsidRDefault="00357BB1" w:rsidP="0001149E"/>
    <w:p w14:paraId="329AD342" w14:textId="2888346D" w:rsidR="0095639B" w:rsidRPr="00AB0D9E" w:rsidRDefault="0001149E" w:rsidP="0001149E">
      <w:pPr>
        <w:pStyle w:val="UnterschriftName"/>
        <w:rPr>
          <w:rFonts w:ascii="Lucida Handwriting" w:hAnsi="Lucida Handwriting"/>
        </w:rPr>
      </w:pPr>
      <w:bookmarkStart w:id="0" w:name="_GoBack"/>
      <w:r w:rsidRPr="00AB0D9E">
        <w:rPr>
          <w:rFonts w:ascii="Lucida Handwriting" w:hAnsi="Lucida Handwriting"/>
        </w:rPr>
        <w:t>Britta Novotny</w:t>
      </w:r>
      <w:bookmarkEnd w:id="0"/>
    </w:p>
    <w:sectPr w:rsidR="0095639B" w:rsidRPr="00AB0D9E" w:rsidSect="00114B60">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73C" w14:textId="77777777" w:rsidR="0001149E" w:rsidRDefault="0001149E" w:rsidP="00D04998">
      <w:pPr>
        <w:spacing w:line="240" w:lineRule="auto"/>
      </w:pPr>
      <w:r>
        <w:separator/>
      </w:r>
    </w:p>
  </w:endnote>
  <w:endnote w:type="continuationSeparator" w:id="0">
    <w:p w14:paraId="44007B12" w14:textId="77777777" w:rsidR="0001149E" w:rsidRDefault="0001149E"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19D15" w14:textId="77777777" w:rsidR="0001149E" w:rsidRDefault="0001149E" w:rsidP="00D04998">
      <w:pPr>
        <w:spacing w:line="240" w:lineRule="auto"/>
      </w:pPr>
      <w:r>
        <w:separator/>
      </w:r>
    </w:p>
  </w:footnote>
  <w:footnote w:type="continuationSeparator" w:id="0">
    <w:p w14:paraId="0E955EC2" w14:textId="77777777" w:rsidR="0001149E" w:rsidRDefault="0001149E"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1149E"/>
    <w:rsid w:val="00057461"/>
    <w:rsid w:val="000B1FA9"/>
    <w:rsid w:val="000D0FC8"/>
    <w:rsid w:val="00114B60"/>
    <w:rsid w:val="00124892"/>
    <w:rsid w:val="001A165F"/>
    <w:rsid w:val="001B176B"/>
    <w:rsid w:val="0021238A"/>
    <w:rsid w:val="00327334"/>
    <w:rsid w:val="00357BB1"/>
    <w:rsid w:val="00370185"/>
    <w:rsid w:val="003B7D74"/>
    <w:rsid w:val="0040444D"/>
    <w:rsid w:val="004F0647"/>
    <w:rsid w:val="005B4A0E"/>
    <w:rsid w:val="00631380"/>
    <w:rsid w:val="006D3345"/>
    <w:rsid w:val="006F5C84"/>
    <w:rsid w:val="00770743"/>
    <w:rsid w:val="007C371D"/>
    <w:rsid w:val="008D2E71"/>
    <w:rsid w:val="008D76FD"/>
    <w:rsid w:val="0095639B"/>
    <w:rsid w:val="009D01B1"/>
    <w:rsid w:val="00A479D8"/>
    <w:rsid w:val="00A66DEC"/>
    <w:rsid w:val="00AB0D9E"/>
    <w:rsid w:val="00AB6AAA"/>
    <w:rsid w:val="00AE72C8"/>
    <w:rsid w:val="00AE78BD"/>
    <w:rsid w:val="00B14BB3"/>
    <w:rsid w:val="00B46EB9"/>
    <w:rsid w:val="00B65920"/>
    <w:rsid w:val="00C841F7"/>
    <w:rsid w:val="00CC6031"/>
    <w:rsid w:val="00CC7DA6"/>
    <w:rsid w:val="00D04998"/>
    <w:rsid w:val="00DF19CD"/>
    <w:rsid w:val="00DF7E68"/>
    <w:rsid w:val="00E37989"/>
    <w:rsid w:val="00EA037D"/>
    <w:rsid w:val="00EB3170"/>
    <w:rsid w:val="00F1444A"/>
    <w:rsid w:val="00F339CC"/>
    <w:rsid w:val="00F637C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114B60"/>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114B60"/>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114B60"/>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114B60"/>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E943A0C</Template>
  <TotalTime>0</TotalTime>
  <Pages>1</Pages>
  <Words>226</Words>
  <Characters>1427</Characters>
  <Application>Microsoft Office Word</Application>
  <DocSecurity>0</DocSecurity>
  <Lines>11</Lines>
  <Paragraphs>3</Paragraphs>
  <ScaleCrop>false</ScaleCrop>
  <Company>F G</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2015-11-10T09:11:00Z</cp:lastPrinted>
  <dcterms:created xsi:type="dcterms:W3CDTF">2015-11-10T09:11:00Z</dcterms:created>
  <dcterms:modified xsi:type="dcterms:W3CDTF">2016-02-02T08:00:00Z</dcterms:modified>
</cp:coreProperties>
</file>